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7B17DB36" w:rsidR="008A012F" w:rsidRPr="00014340" w:rsidRDefault="008A012F" w:rsidP="0001434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14340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74AA9792" w:rsidR="008A012F" w:rsidRPr="00014340" w:rsidRDefault="008A012F" w:rsidP="00B0127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14340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72653D" w:rsidRPr="00A954DE">
              <w:t xml:space="preserve">AHC </w:t>
            </w:r>
            <w:r w:rsidR="0072653D" w:rsidRPr="0072653D">
              <w:t xml:space="preserve">Agriculture, Horticulture and Conservation and Land Management </w:t>
            </w:r>
            <w:r w:rsidRPr="00014340">
              <w:rPr>
                <w:rStyle w:val="SITemporaryText-blue"/>
                <w:color w:val="auto"/>
                <w:sz w:val="20"/>
              </w:rPr>
              <w:t xml:space="preserve">Training Package </w:t>
            </w:r>
            <w:r w:rsidRPr="00B0127A">
              <w:rPr>
                <w:rStyle w:val="SITemporaryText-blue"/>
                <w:color w:val="auto"/>
                <w:sz w:val="20"/>
              </w:rPr>
              <w:t xml:space="preserve">Version </w:t>
            </w:r>
            <w:r w:rsidR="0072653D" w:rsidRPr="00B0127A">
              <w:rPr>
                <w:rStyle w:val="SITemporaryText-blue"/>
                <w:color w:val="auto"/>
                <w:sz w:val="20"/>
              </w:rPr>
              <w:t>8</w:t>
            </w:r>
            <w:r w:rsidRPr="00B0127A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48AD7E30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8E225E">
              <w:t>3</w:t>
            </w:r>
            <w:r w:rsidR="0072653D">
              <w:t>X</w:t>
            </w:r>
            <w:r w:rsidR="0073054F">
              <w:t>8</w:t>
            </w:r>
          </w:p>
        </w:tc>
        <w:tc>
          <w:tcPr>
            <w:tcW w:w="3604" w:type="pct"/>
            <w:shd w:val="clear" w:color="auto" w:fill="auto"/>
          </w:tcPr>
          <w:p w14:paraId="5DC38CF2" w14:textId="4B6CE96A" w:rsidR="00F1480E" w:rsidRPr="005404CB" w:rsidRDefault="0073054F" w:rsidP="005404CB">
            <w:pPr>
              <w:pStyle w:val="SIUnittitle"/>
            </w:pPr>
            <w:r w:rsidRPr="0073054F">
              <w:t xml:space="preserve">Handle bulk materials in </w:t>
            </w:r>
            <w:r w:rsidR="0072653D">
              <w:t xml:space="preserve">a </w:t>
            </w:r>
            <w:r w:rsidRPr="0073054F">
              <w:t>storage area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EFBAD92" w14:textId="77777777" w:rsidR="00587095" w:rsidRPr="00587095" w:rsidRDefault="00587095" w:rsidP="00587095">
            <w:r w:rsidRPr="00587095">
              <w:t>This unit of competency describes the skills and knowledge required to safely receive, move and sample bulk materials in a storage area to minimise loss or damage according to industry standards and storage program.</w:t>
            </w:r>
          </w:p>
          <w:p w14:paraId="483EBF7C" w14:textId="77777777" w:rsidR="00587095" w:rsidRPr="00587095" w:rsidRDefault="00587095" w:rsidP="00587095"/>
          <w:p w14:paraId="2A44E538" w14:textId="743178F4" w:rsidR="00587095" w:rsidRPr="00587095" w:rsidRDefault="00587095" w:rsidP="00587095">
            <w:r w:rsidRPr="00587095">
              <w:t xml:space="preserve">The unit applies to individuals who </w:t>
            </w:r>
            <w:r w:rsidR="0072653D">
              <w:t>handle bulk materials</w:t>
            </w:r>
            <w:r w:rsidRPr="00587095">
              <w:t xml:space="preserve"> in a bulk storage environment under broad direction and take responsibility for their own work.</w:t>
            </w:r>
          </w:p>
          <w:p w14:paraId="301A61C6" w14:textId="1FE62DE4" w:rsidR="00587095" w:rsidRDefault="00587095" w:rsidP="00587095"/>
          <w:p w14:paraId="5C7B525A" w14:textId="1F3A4799" w:rsidR="0072653D" w:rsidRDefault="0072653D" w:rsidP="00587095">
            <w:r w:rsidRPr="0072653D">
              <w:t>All work must be carried out to comply with workplace procedures, health and safety in the workplace requirements, legislative and regulatory requirements</w:t>
            </w:r>
            <w:r w:rsidR="0079223C">
              <w:t>,</w:t>
            </w:r>
            <w:r w:rsidRPr="0072653D">
              <w:t xml:space="preserve"> and</w:t>
            </w:r>
            <w:r w:rsidR="00077392">
              <w:t xml:space="preserve"> </w:t>
            </w:r>
            <w:r w:rsidR="0079223C">
              <w:t>environment</w:t>
            </w:r>
            <w:r w:rsidRPr="0072653D">
              <w:t xml:space="preserve"> and biosecurity practices.</w:t>
            </w:r>
          </w:p>
          <w:p w14:paraId="68C1901C" w14:textId="77777777" w:rsidR="0072653D" w:rsidRPr="00587095" w:rsidRDefault="0072653D" w:rsidP="00587095"/>
          <w:p w14:paraId="3202A0B8" w14:textId="1C37E3AC" w:rsidR="00CC1B21" w:rsidRPr="000754EC" w:rsidRDefault="00587095" w:rsidP="00587095">
            <w:r w:rsidRPr="00587095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5D9BE1EC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587095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0C948FC9" w:rsidR="00587095" w:rsidRPr="00587095" w:rsidRDefault="00587095" w:rsidP="00587095">
            <w:pPr>
              <w:pStyle w:val="SIText"/>
            </w:pPr>
            <w:r w:rsidRPr="00587095">
              <w:t>1. Prepare to work in bulk materials storage area</w:t>
            </w:r>
          </w:p>
        </w:tc>
        <w:tc>
          <w:tcPr>
            <w:tcW w:w="3604" w:type="pct"/>
            <w:shd w:val="clear" w:color="auto" w:fill="auto"/>
          </w:tcPr>
          <w:p w14:paraId="16225304" w14:textId="77777777" w:rsidR="00587095" w:rsidRPr="00587095" w:rsidRDefault="00587095" w:rsidP="00587095">
            <w:r w:rsidRPr="00587095">
              <w:t>1.1 Confirm job requirements according to workplace procedures</w:t>
            </w:r>
          </w:p>
          <w:p w14:paraId="3DD77C79" w14:textId="02D2945A" w:rsidR="00587095" w:rsidRPr="00587095" w:rsidRDefault="00587095" w:rsidP="00587095">
            <w:r w:rsidRPr="00587095">
              <w:t>1.2 Identify hazards</w:t>
            </w:r>
            <w:r w:rsidR="0072653D">
              <w:t xml:space="preserve"> and</w:t>
            </w:r>
            <w:r w:rsidRPr="00587095">
              <w:t xml:space="preserve"> risks</w:t>
            </w:r>
            <w:r w:rsidR="0072653D">
              <w:t>,</w:t>
            </w:r>
            <w:r w:rsidRPr="00587095">
              <w:t xml:space="preserve"> and implement </w:t>
            </w:r>
            <w:r w:rsidR="00247149">
              <w:t xml:space="preserve">safe working practices to </w:t>
            </w:r>
            <w:r w:rsidR="00000A45">
              <w:t>manage</w:t>
            </w:r>
            <w:r w:rsidR="00247149">
              <w:t xml:space="preserve"> risks</w:t>
            </w:r>
          </w:p>
          <w:p w14:paraId="0ECEF465" w14:textId="6391F91D" w:rsidR="00587095" w:rsidRPr="00587095" w:rsidRDefault="00587095" w:rsidP="00587095">
            <w:r w:rsidRPr="00587095">
              <w:t xml:space="preserve">1.3 Select, fit, </w:t>
            </w:r>
            <w:proofErr w:type="gramStart"/>
            <w:r w:rsidRPr="00587095">
              <w:t>use</w:t>
            </w:r>
            <w:proofErr w:type="gramEnd"/>
            <w:r w:rsidRPr="00587095">
              <w:t xml:space="preserve"> and maintain personal protective equipment</w:t>
            </w:r>
            <w:r w:rsidR="00247149">
              <w:t xml:space="preserve"> (PPE) applicable to the task</w:t>
            </w:r>
          </w:p>
          <w:p w14:paraId="34827047" w14:textId="77777777" w:rsidR="00587095" w:rsidRPr="00587095" w:rsidRDefault="00587095" w:rsidP="00587095">
            <w:r w:rsidRPr="00587095">
              <w:t>1.4 Select, check and maintain tools and equipment for bulk storage work</w:t>
            </w:r>
          </w:p>
          <w:p w14:paraId="0B1A265E" w14:textId="7C2C8649" w:rsidR="00587095" w:rsidRPr="00587095" w:rsidRDefault="00587095" w:rsidP="00587095">
            <w:r w:rsidRPr="00587095">
              <w:t xml:space="preserve">1.5 Identify environmental </w:t>
            </w:r>
            <w:r w:rsidR="00247149">
              <w:t>risks associated with</w:t>
            </w:r>
            <w:r w:rsidRPr="00587095">
              <w:t xml:space="preserve"> undertaking work in the bulk materials storage area, assess likely outcomes and </w:t>
            </w:r>
            <w:r w:rsidR="00247149">
              <w:t>take appropriate</w:t>
            </w:r>
            <w:r w:rsidRPr="00587095">
              <w:t xml:space="preserve"> action </w:t>
            </w:r>
            <w:r w:rsidR="00247149">
              <w:t>to minimise risks</w:t>
            </w:r>
          </w:p>
          <w:p w14:paraId="053E9E12" w14:textId="77777777" w:rsidR="00587095" w:rsidRPr="00587095" w:rsidRDefault="00587095" w:rsidP="00587095">
            <w:r w:rsidRPr="00587095">
              <w:t>1.6 Maintain biosecurity protocols</w:t>
            </w:r>
          </w:p>
          <w:p w14:paraId="36FFA5C5" w14:textId="4E42DBAD" w:rsidR="00587095" w:rsidRPr="00587095" w:rsidRDefault="00587095" w:rsidP="00587095">
            <w:pPr>
              <w:pStyle w:val="SIText"/>
            </w:pPr>
            <w:r w:rsidRPr="00587095">
              <w:t>1.7 Identify and comply with legislative, regulatory and industry requirements</w:t>
            </w:r>
          </w:p>
        </w:tc>
      </w:tr>
      <w:tr w:rsidR="00587095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6B5E2329" w:rsidR="00587095" w:rsidRPr="00587095" w:rsidRDefault="00587095" w:rsidP="00587095">
            <w:pPr>
              <w:pStyle w:val="SIText"/>
            </w:pPr>
            <w:r w:rsidRPr="00587095">
              <w:t>2. Sample bulk materials for testing</w:t>
            </w:r>
          </w:p>
        </w:tc>
        <w:tc>
          <w:tcPr>
            <w:tcW w:w="3604" w:type="pct"/>
            <w:shd w:val="clear" w:color="auto" w:fill="auto"/>
          </w:tcPr>
          <w:p w14:paraId="30C80DE7" w14:textId="77777777" w:rsidR="00587095" w:rsidRPr="00587095" w:rsidRDefault="00587095" w:rsidP="00587095">
            <w:r w:rsidRPr="00587095">
              <w:t>2.1 Take representative samples of bulk material for testing according to workplace procedures</w:t>
            </w:r>
          </w:p>
          <w:p w14:paraId="05CA17CF" w14:textId="33FB3F3F" w:rsidR="00587095" w:rsidRPr="00587095" w:rsidRDefault="00587095" w:rsidP="00587095">
            <w:r w:rsidRPr="00587095">
              <w:t xml:space="preserve">2.2 Follow workplace </w:t>
            </w:r>
            <w:r w:rsidR="00247149">
              <w:t xml:space="preserve">health and </w:t>
            </w:r>
            <w:r w:rsidRPr="00587095">
              <w:t>safety procedures when taking samples</w:t>
            </w:r>
          </w:p>
          <w:p w14:paraId="35001F37" w14:textId="77777777" w:rsidR="00587095" w:rsidRPr="00587095" w:rsidRDefault="00587095" w:rsidP="00587095">
            <w:r w:rsidRPr="00587095">
              <w:t>2.3 Prepare and label representative bulk material samples for dispatch according to workplace procedures</w:t>
            </w:r>
          </w:p>
          <w:p w14:paraId="215A6E64" w14:textId="60BA519A" w:rsidR="00587095" w:rsidRPr="00587095" w:rsidRDefault="00587095" w:rsidP="00587095">
            <w:pPr>
              <w:pStyle w:val="SIText"/>
            </w:pPr>
            <w:r w:rsidRPr="00587095">
              <w:t>2.4 Dispatch samples according to workplace procedures</w:t>
            </w:r>
          </w:p>
        </w:tc>
      </w:tr>
      <w:tr w:rsidR="00587095" w:rsidRPr="00963A46" w14:paraId="60008F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C72F8C" w14:textId="3E0C0535" w:rsidR="00587095" w:rsidRPr="00587095" w:rsidRDefault="00587095" w:rsidP="00587095">
            <w:pPr>
              <w:pStyle w:val="SIText"/>
            </w:pPr>
            <w:r w:rsidRPr="00587095">
              <w:lastRenderedPageBreak/>
              <w:t>3. Move bulk materials into and out of storage</w:t>
            </w:r>
          </w:p>
        </w:tc>
        <w:tc>
          <w:tcPr>
            <w:tcW w:w="3604" w:type="pct"/>
            <w:shd w:val="clear" w:color="auto" w:fill="auto"/>
          </w:tcPr>
          <w:p w14:paraId="56FB77C1" w14:textId="77777777" w:rsidR="00587095" w:rsidRPr="00587095" w:rsidRDefault="00587095" w:rsidP="00587095">
            <w:r w:rsidRPr="00587095">
              <w:t>3.1 Identify bulk materials for handling and storage according to job requirements</w:t>
            </w:r>
          </w:p>
          <w:p w14:paraId="082E1BEE" w14:textId="77777777" w:rsidR="00587095" w:rsidRPr="00587095" w:rsidRDefault="00587095" w:rsidP="00587095">
            <w:r w:rsidRPr="00587095">
              <w:t>3.2 Segregate bulk materials by volume, type, variety and quality characteristics according to workplace specifications</w:t>
            </w:r>
          </w:p>
          <w:p w14:paraId="6BF233C1" w14:textId="77777777" w:rsidR="00587095" w:rsidRPr="00587095" w:rsidRDefault="00587095" w:rsidP="00587095">
            <w:r w:rsidRPr="00587095">
              <w:t>3.3 Check and take measures to minimise infestation and contamination of bulk materials during movement according to workplace procedures</w:t>
            </w:r>
          </w:p>
          <w:p w14:paraId="45B85917" w14:textId="77777777" w:rsidR="00587095" w:rsidRPr="00587095" w:rsidRDefault="00587095" w:rsidP="00587095">
            <w:r w:rsidRPr="00587095">
              <w:t>3.4 Select storage type and handling equipment for each bulk material according to the material characteristics and properties</w:t>
            </w:r>
          </w:p>
          <w:p w14:paraId="4C3EA970" w14:textId="53289D26" w:rsidR="00587095" w:rsidRPr="00587095" w:rsidRDefault="00587095" w:rsidP="00587095">
            <w:r w:rsidRPr="00587095">
              <w:t>3.5 Implement measures to minimise the effect of product properties on the flow of bulk materials</w:t>
            </w:r>
          </w:p>
          <w:p w14:paraId="1AF6FE9D" w14:textId="63614863" w:rsidR="00587095" w:rsidRPr="00587095" w:rsidRDefault="00587095" w:rsidP="00587095">
            <w:r w:rsidRPr="00587095">
              <w:t xml:space="preserve">3.6 Operate, clean and store equipment used for bulk storage according to workplace and environmental </w:t>
            </w:r>
            <w:r w:rsidR="00247149">
              <w:t>procedures</w:t>
            </w:r>
          </w:p>
          <w:p w14:paraId="3177E7B3" w14:textId="25F69AE2" w:rsidR="00587095" w:rsidRPr="00587095" w:rsidRDefault="00587095" w:rsidP="00587095">
            <w:r w:rsidRPr="00587095">
              <w:t xml:space="preserve">3.7 </w:t>
            </w:r>
            <w:r w:rsidR="00247149">
              <w:t>Complete</w:t>
            </w:r>
            <w:r w:rsidRPr="00587095">
              <w:t xml:space="preserve"> records according to workplace procedures</w:t>
            </w:r>
          </w:p>
        </w:tc>
      </w:tr>
      <w:tr w:rsidR="00587095" w:rsidRPr="00963A46" w14:paraId="0745185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B9425C2" w14:textId="6055E7E1" w:rsidR="00587095" w:rsidRPr="00587095" w:rsidRDefault="00587095" w:rsidP="00587095">
            <w:pPr>
              <w:pStyle w:val="SIText"/>
            </w:pPr>
            <w:r w:rsidRPr="00587095">
              <w:t>4. Repair and maintain storage facility</w:t>
            </w:r>
          </w:p>
        </w:tc>
        <w:tc>
          <w:tcPr>
            <w:tcW w:w="3604" w:type="pct"/>
            <w:shd w:val="clear" w:color="auto" w:fill="auto"/>
          </w:tcPr>
          <w:p w14:paraId="5AAD911B" w14:textId="77777777" w:rsidR="00587095" w:rsidRPr="00587095" w:rsidRDefault="00587095" w:rsidP="00587095">
            <w:r w:rsidRPr="00587095">
              <w:t>4.1 Identify equipment and facilities requiring repair or maintenance</w:t>
            </w:r>
          </w:p>
          <w:p w14:paraId="4FA4A800" w14:textId="77777777" w:rsidR="00587095" w:rsidRPr="00587095" w:rsidRDefault="00587095" w:rsidP="00587095">
            <w:r w:rsidRPr="00587095">
              <w:t>4.2 Conduct maintenance and repairs according to workplace procedures</w:t>
            </w:r>
          </w:p>
          <w:p w14:paraId="7ACDF71E" w14:textId="77777777" w:rsidR="00587095" w:rsidRPr="00587095" w:rsidRDefault="00587095" w:rsidP="00587095">
            <w:r w:rsidRPr="00587095">
              <w:t>4.3 Complete maintenance records according to workplace procedures</w:t>
            </w:r>
          </w:p>
          <w:p w14:paraId="4A8E220C" w14:textId="42CAF196" w:rsidR="00587095" w:rsidRPr="00587095" w:rsidRDefault="00587095" w:rsidP="00587095">
            <w:r w:rsidRPr="00587095">
              <w:t xml:space="preserve">4.4 Clean and </w:t>
            </w:r>
            <w:r w:rsidR="00AE343D">
              <w:t>tidy</w:t>
            </w:r>
            <w:r w:rsidRPr="00587095">
              <w:t xml:space="preserve"> work area</w:t>
            </w:r>
            <w:r w:rsidR="00AE343D">
              <w:t xml:space="preserve"> and di</w:t>
            </w:r>
            <w:r w:rsidRPr="00587095">
              <w:t>s</w:t>
            </w:r>
            <w:r w:rsidR="00AE343D">
              <w:t xml:space="preserve">pose of or recycle </w:t>
            </w:r>
            <w:r w:rsidR="00000A45">
              <w:t xml:space="preserve">unwanted materials and </w:t>
            </w:r>
            <w:r w:rsidR="00AE343D">
              <w:t>waste</w:t>
            </w:r>
          </w:p>
          <w:p w14:paraId="4EB4B195" w14:textId="07CD86D7" w:rsidR="00587095" w:rsidRDefault="00587095" w:rsidP="00587095">
            <w:r w:rsidRPr="00587095">
              <w:t>4.</w:t>
            </w:r>
            <w:r w:rsidR="00247149">
              <w:t>5</w:t>
            </w:r>
            <w:r w:rsidRPr="00587095">
              <w:t xml:space="preserve"> Clean, maintain and store tools</w:t>
            </w:r>
            <w:r w:rsidR="00247149">
              <w:t>,</w:t>
            </w:r>
            <w:r w:rsidRPr="00587095">
              <w:t xml:space="preserve"> </w:t>
            </w:r>
            <w:proofErr w:type="gramStart"/>
            <w:r w:rsidRPr="00587095">
              <w:t>equipment</w:t>
            </w:r>
            <w:proofErr w:type="gramEnd"/>
            <w:r w:rsidRPr="00587095">
              <w:t xml:space="preserve"> </w:t>
            </w:r>
            <w:r w:rsidR="00247149">
              <w:t xml:space="preserve">and PPE </w:t>
            </w:r>
            <w:r w:rsidRPr="00587095">
              <w:t>according to workplace procedures</w:t>
            </w:r>
          </w:p>
          <w:p w14:paraId="0D797333" w14:textId="18FCC42B" w:rsidR="00247149" w:rsidRPr="00587095" w:rsidRDefault="00247149" w:rsidP="00247149">
            <w:r w:rsidRPr="00247149">
              <w:t>4.</w:t>
            </w:r>
            <w:r>
              <w:t>6</w:t>
            </w:r>
            <w:r w:rsidRPr="00247149">
              <w:t xml:space="preserve"> Identify and report maintenance and repairs, </w:t>
            </w:r>
            <w:r w:rsidR="00AE343D">
              <w:t>and unserviceable</w:t>
            </w:r>
            <w:r w:rsidRPr="00247149">
              <w:t xml:space="preserve"> machinery, tools and equipment according to workplace procedures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587095" w:rsidRPr="00336FCA" w:rsidDel="00423CB2" w14:paraId="50C4AEC9" w14:textId="77777777" w:rsidTr="00CA2922">
        <w:tc>
          <w:tcPr>
            <w:tcW w:w="1396" w:type="pct"/>
          </w:tcPr>
          <w:p w14:paraId="7D6DB92A" w14:textId="0FCBCA11" w:rsidR="00587095" w:rsidRPr="00014340" w:rsidRDefault="00587095" w:rsidP="0001434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14340">
              <w:t>Reading</w:t>
            </w:r>
          </w:p>
        </w:tc>
        <w:tc>
          <w:tcPr>
            <w:tcW w:w="3604" w:type="pct"/>
          </w:tcPr>
          <w:p w14:paraId="7565784A" w14:textId="72BA9E13" w:rsidR="00587095" w:rsidRPr="00014340" w:rsidRDefault="00587095" w:rsidP="00014340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014340">
              <w:t>I</w:t>
            </w:r>
            <w:r w:rsidR="008B7D0F">
              <w:t>dentify and i</w:t>
            </w:r>
            <w:r w:rsidRPr="00014340">
              <w:t xml:space="preserve">nterpret workplace documentation to </w:t>
            </w:r>
            <w:r w:rsidR="008B7D0F">
              <w:t>identify relevant and key information about bulk materials handling</w:t>
            </w:r>
            <w:r w:rsidRPr="00014340">
              <w:t xml:space="preserve"> requirements</w:t>
            </w:r>
          </w:p>
        </w:tc>
      </w:tr>
      <w:tr w:rsidR="00587095" w:rsidRPr="00336FCA" w:rsidDel="00423CB2" w14:paraId="4B05001C" w14:textId="77777777" w:rsidTr="00CA2922">
        <w:tc>
          <w:tcPr>
            <w:tcW w:w="1396" w:type="pct"/>
          </w:tcPr>
          <w:p w14:paraId="24723142" w14:textId="7A213835" w:rsidR="00587095" w:rsidRPr="00014340" w:rsidRDefault="00587095" w:rsidP="0001434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14340">
              <w:t>Writing</w:t>
            </w:r>
          </w:p>
        </w:tc>
        <w:tc>
          <w:tcPr>
            <w:tcW w:w="3604" w:type="pct"/>
          </w:tcPr>
          <w:p w14:paraId="4BD87B74" w14:textId="7C4F330A" w:rsidR="00587095" w:rsidRPr="00014340" w:rsidRDefault="00AE343D" w:rsidP="00014340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>
              <w:t>Use clear language, accurate industry terminology and logical structure to prepare records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E042F" w14:paraId="026EDCB1" w14:textId="77777777" w:rsidTr="00F33FF2">
        <w:tc>
          <w:tcPr>
            <w:tcW w:w="1028" w:type="pct"/>
          </w:tcPr>
          <w:p w14:paraId="21DAFA88" w14:textId="6CA92001" w:rsidR="00EE042F" w:rsidRPr="00586D83" w:rsidRDefault="00EE042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79223C">
              <w:t>AHCWRK3</w:t>
            </w:r>
            <w:r w:rsidR="0072653D" w:rsidRPr="0079223C">
              <w:t>X</w:t>
            </w:r>
            <w:r w:rsidRPr="0079223C">
              <w:t xml:space="preserve">8 Handle bulk materials in </w:t>
            </w:r>
            <w:r w:rsidR="0072653D" w:rsidRPr="0079223C">
              <w:t xml:space="preserve">a </w:t>
            </w:r>
            <w:r w:rsidRPr="0079223C">
              <w:t>storage area</w:t>
            </w:r>
          </w:p>
        </w:tc>
        <w:tc>
          <w:tcPr>
            <w:tcW w:w="1105" w:type="pct"/>
          </w:tcPr>
          <w:p w14:paraId="68CA03F4" w14:textId="6B1DB24A" w:rsidR="00EE042F" w:rsidRPr="0079223C" w:rsidRDefault="00EE042F">
            <w:pPr>
              <w:pStyle w:val="SIText"/>
            </w:pPr>
            <w:r w:rsidRPr="0079223C">
              <w:t>AHCWRK308 Handle bulk materials in storage area</w:t>
            </w:r>
          </w:p>
        </w:tc>
        <w:tc>
          <w:tcPr>
            <w:tcW w:w="1251" w:type="pct"/>
          </w:tcPr>
          <w:p w14:paraId="73ADD5FE" w14:textId="77777777" w:rsidR="00AE343D" w:rsidRPr="0079223C" w:rsidRDefault="00AE343D">
            <w:pPr>
              <w:pStyle w:val="SIText"/>
            </w:pPr>
            <w:r w:rsidRPr="0079223C">
              <w:t>Minor changes to unit title and application</w:t>
            </w:r>
          </w:p>
          <w:p w14:paraId="27BEDDBD" w14:textId="1045C8B4" w:rsidR="00AE343D" w:rsidRPr="0079223C" w:rsidRDefault="00AE343D">
            <w:pPr>
              <w:pStyle w:val="SIText"/>
            </w:pPr>
            <w:r w:rsidRPr="0079223C">
              <w:t>M</w:t>
            </w:r>
            <w:r w:rsidR="0079223C" w:rsidRPr="0079223C">
              <w:t>ajor and m</w:t>
            </w:r>
            <w:r w:rsidRPr="0079223C">
              <w:t>inor changes to performance criteria and foundation skills</w:t>
            </w:r>
          </w:p>
          <w:p w14:paraId="29068B99" w14:textId="758CE8AE" w:rsidR="00EE042F" w:rsidRPr="0079223C" w:rsidRDefault="00AE343D">
            <w:pPr>
              <w:pStyle w:val="SIText"/>
            </w:pPr>
            <w:r w:rsidRPr="0079223C">
              <w:t>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39C746E2" w:rsidR="00EE042F" w:rsidRPr="0079223C" w:rsidRDefault="00EE042F">
            <w:pPr>
              <w:pStyle w:val="SIText"/>
            </w:pPr>
            <w:r w:rsidRPr="0079223C">
              <w:t>Equivalent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07FD4917" w:rsidR="00E17A92" w:rsidRPr="005404CB" w:rsidRDefault="00520E9A" w:rsidP="00014340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8B7D0F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2CF726B1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73054F" w:rsidRPr="0073054F">
              <w:t>AHCWRK3</w:t>
            </w:r>
            <w:r w:rsidR="0072653D">
              <w:t>X</w:t>
            </w:r>
            <w:r w:rsidR="0073054F" w:rsidRPr="0073054F">
              <w:t>8 Handle bulk materials in storage area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09622D53" w14:textId="20941EEE" w:rsidR="00014340" w:rsidRDefault="00EE042F" w:rsidP="00EE042F">
            <w:r w:rsidRPr="00EE042F">
              <w:t xml:space="preserve">An individual demonstrating competency must satisfy </w:t>
            </w:r>
            <w:proofErr w:type="gramStart"/>
            <w:r w:rsidRPr="00EE042F">
              <w:t>all of</w:t>
            </w:r>
            <w:proofErr w:type="gramEnd"/>
            <w:r w:rsidRPr="00EE042F">
              <w:t xml:space="preserve"> the elements and performance criteria in this unit.</w:t>
            </w:r>
          </w:p>
          <w:p w14:paraId="7CB5E496" w14:textId="6D736700" w:rsidR="00EE042F" w:rsidRPr="00EE042F" w:rsidRDefault="00EE042F" w:rsidP="00EE042F">
            <w:r w:rsidRPr="00EE042F">
              <w:t xml:space="preserve">There must be evidence that </w:t>
            </w:r>
            <w:r w:rsidR="0072653D">
              <w:t xml:space="preserve">the individual has handled bulk materials in a storage area </w:t>
            </w:r>
            <w:r w:rsidRPr="00EE042F">
              <w:t xml:space="preserve">on at least one occasion </w:t>
            </w:r>
            <w:r w:rsidR="0072653D">
              <w:t>and has</w:t>
            </w:r>
            <w:r w:rsidRPr="00EE042F">
              <w:t>:</w:t>
            </w:r>
          </w:p>
          <w:p w14:paraId="0A8A3D01" w14:textId="7F436355" w:rsidR="00EE042F" w:rsidRPr="00EE042F" w:rsidRDefault="00EE042F" w:rsidP="00EE042F">
            <w:pPr>
              <w:pStyle w:val="SIBulletList1"/>
            </w:pPr>
            <w:r w:rsidRPr="00EE042F">
              <w:t>confirmed work instructions for tasks required and bulk materials to be handled</w:t>
            </w:r>
          </w:p>
          <w:p w14:paraId="36E2D102" w14:textId="4CD96E00" w:rsidR="001B37E9" w:rsidRDefault="001B37E9" w:rsidP="009D1F51">
            <w:pPr>
              <w:pStyle w:val="SIBulletList1"/>
            </w:pPr>
            <w:r>
              <w:t>recognised and reported</w:t>
            </w:r>
            <w:r w:rsidR="00EE042F" w:rsidRPr="00EE042F">
              <w:t xml:space="preserve"> work</w:t>
            </w:r>
            <w:r>
              <w:t>place health and</w:t>
            </w:r>
            <w:r w:rsidR="00EE042F" w:rsidRPr="00EE042F">
              <w:t xml:space="preserve"> safety hazards and </w:t>
            </w:r>
            <w:r>
              <w:t>used safe work practices</w:t>
            </w:r>
          </w:p>
          <w:p w14:paraId="745309F4" w14:textId="2174F1E9" w:rsidR="00EE042F" w:rsidRPr="00EE042F" w:rsidRDefault="001B37E9" w:rsidP="00EE042F">
            <w:pPr>
              <w:pStyle w:val="SIBulletList1"/>
            </w:pPr>
            <w:r w:rsidRPr="001B37E9">
              <w:t>applied workplace health and safety requirements</w:t>
            </w:r>
            <w:r>
              <w:t>, including fitted and used</w:t>
            </w:r>
            <w:r w:rsidR="00EE042F" w:rsidRPr="00EE042F">
              <w:t xml:space="preserve"> personal protective equipment (PPE)</w:t>
            </w:r>
          </w:p>
          <w:p w14:paraId="30B1D77E" w14:textId="77777777" w:rsidR="00EE042F" w:rsidRPr="00EE042F" w:rsidRDefault="00EE042F" w:rsidP="00EE042F">
            <w:pPr>
              <w:pStyle w:val="SIBulletList1"/>
            </w:pPr>
            <w:r w:rsidRPr="00EE042F">
              <w:t>prepared and safely used equipment for bulk storage activities</w:t>
            </w:r>
          </w:p>
          <w:p w14:paraId="31A4CE5F" w14:textId="77777777" w:rsidR="00EE042F" w:rsidRPr="00EE042F" w:rsidRDefault="00EE042F" w:rsidP="00EE042F">
            <w:pPr>
              <w:pStyle w:val="SIBulletList1"/>
            </w:pPr>
            <w:r w:rsidRPr="00EE042F">
              <w:t>assessed work implications for the storage environment and determined actions and activity to address possible outcomes</w:t>
            </w:r>
          </w:p>
          <w:p w14:paraId="1A8DE4EF" w14:textId="1E714D4A" w:rsidR="00EE042F" w:rsidRPr="00EE042F" w:rsidRDefault="00EE042F" w:rsidP="00EE042F">
            <w:pPr>
              <w:pStyle w:val="SIBulletList1"/>
            </w:pPr>
            <w:r w:rsidRPr="00EE042F">
              <w:t xml:space="preserve">maintained records for bulk storage, </w:t>
            </w:r>
            <w:proofErr w:type="gramStart"/>
            <w:r w:rsidRPr="00EE042F">
              <w:t>handling</w:t>
            </w:r>
            <w:proofErr w:type="gramEnd"/>
            <w:r w:rsidRPr="00EE042F">
              <w:t xml:space="preserve"> and equipment maintenance</w:t>
            </w:r>
          </w:p>
          <w:p w14:paraId="5094772B" w14:textId="77777777" w:rsidR="00EE042F" w:rsidRPr="00EE042F" w:rsidRDefault="00EE042F" w:rsidP="00EE042F">
            <w:pPr>
              <w:pStyle w:val="SIBulletList1"/>
            </w:pPr>
            <w:r w:rsidRPr="00EE042F">
              <w:t>identified bulk materials legislative, regulatory and biosecurity implications and implemented appropriate protocols and procedures for compliance</w:t>
            </w:r>
          </w:p>
          <w:p w14:paraId="6AAC9E5C" w14:textId="7BAEDAF5" w:rsidR="00EE042F" w:rsidRPr="00EE042F" w:rsidRDefault="00EE042F" w:rsidP="00EE042F">
            <w:pPr>
              <w:pStyle w:val="SIBulletList1"/>
            </w:pPr>
            <w:r w:rsidRPr="00EE042F">
              <w:t xml:space="preserve">collected, prepared, </w:t>
            </w:r>
            <w:proofErr w:type="gramStart"/>
            <w:r w:rsidRPr="00EE042F">
              <w:t>labelled</w:t>
            </w:r>
            <w:proofErr w:type="gramEnd"/>
            <w:r w:rsidRPr="00EE042F">
              <w:t xml:space="preserve"> and despatched samples of bulk materials for testing</w:t>
            </w:r>
          </w:p>
          <w:p w14:paraId="7B442548" w14:textId="77777777" w:rsidR="00EE042F" w:rsidRPr="00EE042F" w:rsidRDefault="00EE042F" w:rsidP="00EE042F">
            <w:pPr>
              <w:pStyle w:val="SIBulletList1"/>
            </w:pPr>
            <w:r w:rsidRPr="00EE042F">
              <w:t>selected appropriate storage type and equipment and moved bulk material in storage area according to required bulk material characteristics</w:t>
            </w:r>
          </w:p>
          <w:p w14:paraId="005730A6" w14:textId="77777777" w:rsidR="00EE042F" w:rsidRPr="00EE042F" w:rsidRDefault="00EE042F" w:rsidP="00EE042F">
            <w:pPr>
              <w:pStyle w:val="SIBulletList1"/>
            </w:pPr>
            <w:r w:rsidRPr="00EE042F">
              <w:t>maintained quality and minimised infestations and contamination of the product</w:t>
            </w:r>
          </w:p>
          <w:p w14:paraId="2BF1FC97" w14:textId="618D6ECC" w:rsidR="00EE042F" w:rsidRPr="00EE042F" w:rsidRDefault="00EE042F" w:rsidP="00DA0FD7">
            <w:pPr>
              <w:pStyle w:val="SIBulletList1"/>
            </w:pPr>
            <w:r w:rsidRPr="00EE042F">
              <w:t>cleaned</w:t>
            </w:r>
            <w:r w:rsidR="001B37E9">
              <w:t xml:space="preserve"> and tidied up work area</w:t>
            </w:r>
            <w:r w:rsidRPr="00EE042F">
              <w:t>, stored machinery</w:t>
            </w:r>
            <w:r w:rsidR="001B37E9">
              <w:t xml:space="preserve">, </w:t>
            </w:r>
            <w:proofErr w:type="gramStart"/>
            <w:r w:rsidR="001B37E9">
              <w:t>tools</w:t>
            </w:r>
            <w:proofErr w:type="gramEnd"/>
            <w:r w:rsidRPr="00EE042F">
              <w:t xml:space="preserve"> and equipment</w:t>
            </w:r>
            <w:r w:rsidR="001B37E9">
              <w:t xml:space="preserve"> and disposed of waste according to workplace environmental procedures and maintenance requirements</w:t>
            </w:r>
          </w:p>
          <w:p w14:paraId="7D73EDBE" w14:textId="02E07902" w:rsidR="00EE042F" w:rsidRPr="00EE042F" w:rsidRDefault="00EE042F" w:rsidP="00EE042F">
            <w:pPr>
              <w:pStyle w:val="SIBulletList1"/>
            </w:pPr>
            <w:r w:rsidRPr="00EE042F">
              <w:t xml:space="preserve">recognised, </w:t>
            </w:r>
            <w:proofErr w:type="gramStart"/>
            <w:r w:rsidRPr="00EE042F">
              <w:t>reported</w:t>
            </w:r>
            <w:proofErr w:type="gramEnd"/>
            <w:r w:rsidRPr="00EE042F">
              <w:t xml:space="preserve"> and rectified operational faults of storage facilities and equipment</w:t>
            </w:r>
          </w:p>
          <w:p w14:paraId="6E81AE9B" w14:textId="637485C9" w:rsidR="00E17A92" w:rsidRPr="005404CB" w:rsidRDefault="00EE042F" w:rsidP="00EE042F">
            <w:pPr>
              <w:pStyle w:val="SIBulletList1"/>
            </w:pPr>
            <w:r w:rsidRPr="00EE042F">
              <w:t>applied measures to ensure product flow was maintained.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856D7C">
        <w:trPr>
          <w:trHeight w:val="1993"/>
        </w:trPr>
        <w:tc>
          <w:tcPr>
            <w:tcW w:w="5000" w:type="pct"/>
            <w:shd w:val="clear" w:color="auto" w:fill="auto"/>
          </w:tcPr>
          <w:p w14:paraId="53259790" w14:textId="77777777" w:rsidR="00EE042F" w:rsidRPr="00EE042F" w:rsidRDefault="00EE042F" w:rsidP="00EE042F">
            <w:r w:rsidRPr="00EE042F">
              <w:t>An individual must be able to demonstrate the knowledge required to perform the tasks outlined in the elements and performance criteria of this unit. This includes knowledge of:</w:t>
            </w:r>
          </w:p>
          <w:p w14:paraId="48AFE342" w14:textId="77777777" w:rsidR="00EE042F" w:rsidRPr="00EE042F" w:rsidRDefault="00EE042F" w:rsidP="00EE042F">
            <w:pPr>
              <w:pStyle w:val="SIBulletList1"/>
            </w:pPr>
            <w:r w:rsidRPr="00EE042F">
              <w:t>types of materials and their characteristics suitable for bulk storage</w:t>
            </w:r>
          </w:p>
          <w:p w14:paraId="1EAE2CA7" w14:textId="77777777" w:rsidR="00EE042F" w:rsidRPr="00EE042F" w:rsidRDefault="00EE042F" w:rsidP="00EE042F">
            <w:pPr>
              <w:pStyle w:val="SIBulletList1"/>
            </w:pPr>
            <w:r w:rsidRPr="00EE042F">
              <w:t>sampling techniques, quality and classification</w:t>
            </w:r>
          </w:p>
          <w:p w14:paraId="1AF3B5B2" w14:textId="77777777" w:rsidR="00EE042F" w:rsidRPr="00EE042F" w:rsidRDefault="00EE042F" w:rsidP="00EE042F">
            <w:pPr>
              <w:pStyle w:val="SIBulletList1"/>
            </w:pPr>
            <w:r w:rsidRPr="00EE042F">
              <w:t>common bulk material biological and product contamination and the problems they can cause for storage</w:t>
            </w:r>
          </w:p>
          <w:p w14:paraId="128E3BE4" w14:textId="77777777" w:rsidR="00EE042F" w:rsidRPr="00EE042F" w:rsidRDefault="00EE042F" w:rsidP="00EE042F">
            <w:pPr>
              <w:pStyle w:val="SIBulletList1"/>
            </w:pPr>
            <w:r w:rsidRPr="00EE042F">
              <w:t>effect of product properties, including contaminants and desiccant dusts, on the flow of the product</w:t>
            </w:r>
          </w:p>
          <w:p w14:paraId="759C6594" w14:textId="788F06A8" w:rsidR="00EE042F" w:rsidRPr="00EE042F" w:rsidRDefault="00EE042F" w:rsidP="00EE042F">
            <w:pPr>
              <w:pStyle w:val="SIBulletList1"/>
            </w:pPr>
            <w:r w:rsidRPr="00EE042F">
              <w:t>bulk storage legislative requirements, manufacturer instructions and workplace procedures</w:t>
            </w:r>
          </w:p>
          <w:p w14:paraId="0BF1D11C" w14:textId="77777777" w:rsidR="00EE042F" w:rsidRPr="00EE042F" w:rsidRDefault="00EE042F" w:rsidP="00EE042F">
            <w:pPr>
              <w:pStyle w:val="SIBulletList1"/>
            </w:pPr>
            <w:r w:rsidRPr="00EE042F">
              <w:t>storage operations and configuration</w:t>
            </w:r>
          </w:p>
          <w:p w14:paraId="56EFD9D7" w14:textId="5CFCEE3A" w:rsidR="00EE042F" w:rsidRPr="00EE042F" w:rsidRDefault="00EE042F" w:rsidP="00EE042F">
            <w:pPr>
              <w:pStyle w:val="SIBulletList1"/>
            </w:pPr>
            <w:r w:rsidRPr="00EE042F">
              <w:t xml:space="preserve">workplace </w:t>
            </w:r>
            <w:r w:rsidR="00D50AB1">
              <w:t xml:space="preserve">requirements applicable to health and </w:t>
            </w:r>
            <w:r w:rsidRPr="00EE042F">
              <w:t xml:space="preserve">safety </w:t>
            </w:r>
            <w:r w:rsidR="00D50AB1">
              <w:t>in the workplace for handling bulk materials in a storage area including appropriate use of PPE</w:t>
            </w:r>
          </w:p>
          <w:p w14:paraId="4A84EF90" w14:textId="6E4C1D28" w:rsidR="00EE042F" w:rsidRPr="00EE042F" w:rsidRDefault="00D50AB1" w:rsidP="00EE042F">
            <w:pPr>
              <w:pStyle w:val="SIBulletList1"/>
            </w:pPr>
            <w:r>
              <w:t>workplace</w:t>
            </w:r>
            <w:r w:rsidR="00EE042F" w:rsidRPr="00EE042F">
              <w:t xml:space="preserve"> and industry guidelines for segregation of bulk materials and related quality assurance principles</w:t>
            </w:r>
          </w:p>
          <w:p w14:paraId="68E734B6" w14:textId="77777777" w:rsidR="00EE042F" w:rsidRPr="00EE042F" w:rsidRDefault="00EE042F" w:rsidP="00EE042F">
            <w:pPr>
              <w:pStyle w:val="SIBulletList1"/>
            </w:pPr>
            <w:r w:rsidRPr="00EE042F">
              <w:t>bulk storage tools and equipment and their operation including:</w:t>
            </w:r>
          </w:p>
          <w:p w14:paraId="08DE1C50" w14:textId="77777777" w:rsidR="00EE042F" w:rsidRPr="00EE042F" w:rsidRDefault="00EE042F" w:rsidP="00EE042F">
            <w:pPr>
              <w:pStyle w:val="SIBulletList2"/>
            </w:pPr>
            <w:r w:rsidRPr="00EE042F">
              <w:t>pre-start checks</w:t>
            </w:r>
          </w:p>
          <w:p w14:paraId="4BF0D5A5" w14:textId="77777777" w:rsidR="00EE042F" w:rsidRPr="00EE042F" w:rsidRDefault="00EE042F" w:rsidP="00EE042F">
            <w:pPr>
              <w:pStyle w:val="SIBulletList2"/>
            </w:pPr>
            <w:r w:rsidRPr="00EE042F">
              <w:t>safety checks</w:t>
            </w:r>
          </w:p>
          <w:p w14:paraId="7140F7B3" w14:textId="77777777" w:rsidR="00EE042F" w:rsidRPr="00EE042F" w:rsidRDefault="00EE042F" w:rsidP="00EE042F">
            <w:pPr>
              <w:pStyle w:val="SIBulletList2"/>
            </w:pPr>
            <w:r w:rsidRPr="00EE042F">
              <w:t>maintenance requirements</w:t>
            </w:r>
          </w:p>
          <w:p w14:paraId="646B8948" w14:textId="77777777" w:rsidR="00EE042F" w:rsidRPr="00EE042F" w:rsidRDefault="00EE042F" w:rsidP="00EE042F">
            <w:pPr>
              <w:pStyle w:val="SIBulletList1"/>
            </w:pPr>
            <w:r w:rsidRPr="00EE042F">
              <w:t>cleaning and storage of machinery and equipment</w:t>
            </w:r>
          </w:p>
          <w:p w14:paraId="0C7E87B8" w14:textId="77777777" w:rsidR="00EE042F" w:rsidRPr="00EE042F" w:rsidRDefault="00EE042F" w:rsidP="00EE042F">
            <w:pPr>
              <w:pStyle w:val="SIBulletList1"/>
            </w:pPr>
            <w:r w:rsidRPr="00EE042F">
              <w:t>environmental impact associated with bulk storage operations</w:t>
            </w:r>
          </w:p>
          <w:p w14:paraId="6D295B48" w14:textId="79076B8F" w:rsidR="00EE042F" w:rsidRPr="00EE042F" w:rsidRDefault="00EE042F" w:rsidP="00EE042F">
            <w:pPr>
              <w:pStyle w:val="SIBulletList1"/>
            </w:pPr>
            <w:r w:rsidRPr="00EE042F">
              <w:t xml:space="preserve">safety hazards, risks </w:t>
            </w:r>
            <w:r w:rsidR="00F06DDA">
              <w:t xml:space="preserve">and controls </w:t>
            </w:r>
            <w:r w:rsidRPr="00EE042F">
              <w:t>associated with bulk storage</w:t>
            </w:r>
          </w:p>
          <w:p w14:paraId="411BDF05" w14:textId="65CF448A" w:rsidR="00770FC4" w:rsidRPr="005404CB" w:rsidRDefault="00EE042F" w:rsidP="00EE042F">
            <w:pPr>
              <w:pStyle w:val="SIBulletList1"/>
            </w:pPr>
            <w:r w:rsidRPr="00EE042F">
              <w:t>workplace recording and reporting procedures.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4518248C" w14:textId="77777777" w:rsidR="002631F0" w:rsidRPr="002631F0" w:rsidRDefault="002631F0" w:rsidP="002631F0">
            <w:r w:rsidRPr="002631F0">
              <w:t>Assessment of skills must take place under the following conditions:</w:t>
            </w:r>
          </w:p>
          <w:p w14:paraId="6BD37CCA" w14:textId="77777777" w:rsidR="002631F0" w:rsidRPr="002631F0" w:rsidRDefault="002631F0" w:rsidP="002631F0">
            <w:pPr>
              <w:pStyle w:val="SIBulletList1"/>
            </w:pPr>
            <w:r w:rsidRPr="002631F0">
              <w:t>physical conditions:</w:t>
            </w:r>
          </w:p>
          <w:p w14:paraId="2B6748F8" w14:textId="21ED2A89" w:rsidR="002631F0" w:rsidRPr="002631F0" w:rsidRDefault="002631F0" w:rsidP="002631F0">
            <w:pPr>
              <w:pStyle w:val="SIBulletList2"/>
            </w:pPr>
            <w:r w:rsidRPr="002631F0">
              <w:t xml:space="preserve">a </w:t>
            </w:r>
            <w:r w:rsidR="00014340">
              <w:t>workplace setting</w:t>
            </w:r>
            <w:r w:rsidRPr="002631F0">
              <w:t xml:space="preserve"> or an environment that accurately represents workplace conditions</w:t>
            </w:r>
          </w:p>
          <w:p w14:paraId="3467280A" w14:textId="77777777" w:rsidR="002631F0" w:rsidRPr="002631F0" w:rsidRDefault="002631F0" w:rsidP="002631F0">
            <w:pPr>
              <w:pStyle w:val="SIBulletList1"/>
            </w:pPr>
            <w:r w:rsidRPr="002631F0">
              <w:t>resources, equipment and materials:</w:t>
            </w:r>
          </w:p>
          <w:p w14:paraId="7477C838" w14:textId="228590CE" w:rsidR="002631F0" w:rsidRPr="002631F0" w:rsidRDefault="002631F0" w:rsidP="002631F0">
            <w:pPr>
              <w:pStyle w:val="SIBulletList2"/>
            </w:pPr>
            <w:r w:rsidRPr="002631F0">
              <w:t>bulk materials</w:t>
            </w:r>
          </w:p>
          <w:p w14:paraId="3248FC36" w14:textId="77777777" w:rsidR="002631F0" w:rsidRPr="002631F0" w:rsidRDefault="002631F0" w:rsidP="002631F0">
            <w:pPr>
              <w:pStyle w:val="SIBulletList2"/>
            </w:pPr>
            <w:r w:rsidRPr="002631F0">
              <w:t>tools, equipment and machinery used to handle bulk materials</w:t>
            </w:r>
          </w:p>
          <w:p w14:paraId="350084CD" w14:textId="7AC6A782" w:rsidR="002631F0" w:rsidRPr="002631F0" w:rsidRDefault="002631F0" w:rsidP="002631F0">
            <w:pPr>
              <w:pStyle w:val="SIBulletList2"/>
            </w:pPr>
            <w:r w:rsidRPr="002631F0">
              <w:t>PPE</w:t>
            </w:r>
            <w:r w:rsidR="00014340">
              <w:t xml:space="preserve"> applicable to </w:t>
            </w:r>
            <w:r w:rsidR="00D50AB1" w:rsidRPr="00D50AB1">
              <w:t>handling bulk materials in a storage area</w:t>
            </w:r>
          </w:p>
          <w:p w14:paraId="6FF37680" w14:textId="77777777" w:rsidR="002631F0" w:rsidRPr="002631F0" w:rsidRDefault="002631F0" w:rsidP="002631F0">
            <w:pPr>
              <w:pStyle w:val="SIBulletList1"/>
            </w:pPr>
            <w:r w:rsidRPr="002631F0">
              <w:t>specifications:</w:t>
            </w:r>
          </w:p>
          <w:p w14:paraId="6A15F805" w14:textId="7910E9CD" w:rsidR="002631F0" w:rsidRPr="002631F0" w:rsidRDefault="002631F0" w:rsidP="002631F0">
            <w:pPr>
              <w:pStyle w:val="SIBulletList2"/>
            </w:pPr>
            <w:r w:rsidRPr="002631F0">
              <w:t>workplace procedures for bulk storage operations</w:t>
            </w:r>
          </w:p>
          <w:p w14:paraId="67D8CAD4" w14:textId="77777777" w:rsidR="002631F0" w:rsidRPr="002631F0" w:rsidRDefault="002631F0" w:rsidP="002631F0">
            <w:pPr>
              <w:pStyle w:val="SIBulletList2"/>
            </w:pPr>
            <w:r w:rsidRPr="002631F0">
              <w:t>operating instructions for required tools, equipment and machinery</w:t>
            </w:r>
          </w:p>
          <w:p w14:paraId="02EA2041" w14:textId="77777777" w:rsidR="002631F0" w:rsidRPr="002631F0" w:rsidRDefault="002631F0" w:rsidP="002631F0">
            <w:pPr>
              <w:pStyle w:val="SIBulletList2"/>
            </w:pPr>
            <w:r w:rsidRPr="002631F0">
              <w:t>safety data sheets for cleaning products</w:t>
            </w:r>
          </w:p>
          <w:p w14:paraId="6AE40D0A" w14:textId="74CF7077" w:rsidR="002631F0" w:rsidRDefault="002631F0" w:rsidP="002631F0">
            <w:pPr>
              <w:pStyle w:val="SIBulletList2"/>
            </w:pPr>
            <w:r w:rsidRPr="002631F0">
              <w:t>workplace job specifications or client briefs</w:t>
            </w:r>
          </w:p>
          <w:p w14:paraId="44B65EEB" w14:textId="77777777" w:rsidR="00000A45" w:rsidRDefault="00D50AB1" w:rsidP="0044494C">
            <w:pPr>
              <w:pStyle w:val="SIBulletList2"/>
            </w:pPr>
            <w:r w:rsidRPr="00D50AB1">
              <w:t>workplace health and safety legislation, regulations, codes of practice and workplace procedures</w:t>
            </w:r>
            <w:r>
              <w:t xml:space="preserve">  </w:t>
            </w:r>
            <w:r w:rsidRPr="00D50AB1">
              <w:t>relevant to handling bulk materials in a storage area</w:t>
            </w:r>
          </w:p>
          <w:p w14:paraId="551A83EF" w14:textId="2EC234FF" w:rsidR="00D50AB1" w:rsidRPr="002631F0" w:rsidRDefault="00000A45" w:rsidP="00EF0E60">
            <w:pPr>
              <w:pStyle w:val="SIBulletList2"/>
            </w:pPr>
            <w:r w:rsidRPr="002631F0">
              <w:t xml:space="preserve">workplace </w:t>
            </w:r>
            <w:r w:rsidRPr="00000A45">
              <w:t>environmental procedures relevant to bulk storage operations</w:t>
            </w:r>
            <w:r w:rsidR="00D50AB1">
              <w:t>.</w:t>
            </w:r>
          </w:p>
          <w:p w14:paraId="75ED0CCD" w14:textId="77777777" w:rsidR="002631F0" w:rsidRDefault="002631F0" w:rsidP="002631F0">
            <w:pPr>
              <w:pStyle w:val="SIText"/>
            </w:pPr>
          </w:p>
          <w:p w14:paraId="29F679B7" w14:textId="44907BE0" w:rsidR="00856D7C" w:rsidRPr="005404CB" w:rsidRDefault="002631F0" w:rsidP="002631F0">
            <w:pPr>
              <w:pStyle w:val="SIText"/>
              <w:rPr>
                <w:rFonts w:eastAsia="Calibri"/>
              </w:rPr>
            </w:pPr>
            <w:r w:rsidRPr="002631F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2D4537AC" w:rsidR="00E17A92" w:rsidRPr="005404CB" w:rsidRDefault="00014340" w:rsidP="00014340">
            <w:pPr>
              <w:pStyle w:val="SIText"/>
            </w:pPr>
            <w:hyperlink r:id="rId12" w:history="1">
              <w:r w:rsidR="00E17A92" w:rsidRPr="00014340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994FC" w14:textId="77777777" w:rsidR="0081247C" w:rsidRDefault="0081247C" w:rsidP="00BF3F0A">
      <w:r>
        <w:separator/>
      </w:r>
    </w:p>
    <w:p w14:paraId="7D554549" w14:textId="77777777" w:rsidR="0081247C" w:rsidRDefault="0081247C"/>
  </w:endnote>
  <w:endnote w:type="continuationSeparator" w:id="0">
    <w:p w14:paraId="557BFDAE" w14:textId="77777777" w:rsidR="0081247C" w:rsidRDefault="0081247C" w:rsidP="00BF3F0A">
      <w:r>
        <w:continuationSeparator/>
      </w:r>
    </w:p>
    <w:p w14:paraId="10BFDE5F" w14:textId="77777777" w:rsidR="0081247C" w:rsidRDefault="008124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A088C" w14:textId="77777777" w:rsidR="0081247C" w:rsidRDefault="0081247C" w:rsidP="00BF3F0A">
      <w:r>
        <w:separator/>
      </w:r>
    </w:p>
    <w:p w14:paraId="7C36BC8C" w14:textId="77777777" w:rsidR="0081247C" w:rsidRDefault="0081247C"/>
  </w:footnote>
  <w:footnote w:type="continuationSeparator" w:id="0">
    <w:p w14:paraId="321F08A3" w14:textId="77777777" w:rsidR="0081247C" w:rsidRDefault="0081247C" w:rsidP="00BF3F0A">
      <w:r>
        <w:continuationSeparator/>
      </w:r>
    </w:p>
    <w:p w14:paraId="6B9B22B0" w14:textId="77777777" w:rsidR="0081247C" w:rsidRDefault="008124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491AFC31" w:rsidR="009C2650" w:rsidRPr="0073054F" w:rsidRDefault="00B0127A" w:rsidP="0073054F">
    <w:sdt>
      <w:sdtPr>
        <w:rPr>
          <w:lang w:eastAsia="en-US"/>
        </w:rPr>
        <w:id w:val="-1381399583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7B6BA76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3054F" w:rsidRPr="0073054F">
      <w:rPr>
        <w:lang w:eastAsia="en-US"/>
      </w:rPr>
      <w:t>AHCWRK3</w:t>
    </w:r>
    <w:r w:rsidR="0072653D">
      <w:t>X</w:t>
    </w:r>
    <w:r w:rsidR="0073054F" w:rsidRPr="0073054F">
      <w:rPr>
        <w:lang w:eastAsia="en-US"/>
      </w:rPr>
      <w:t xml:space="preserve">8 Handle bulk materials in </w:t>
    </w:r>
    <w:r w:rsidR="0072653D">
      <w:t xml:space="preserve">a </w:t>
    </w:r>
    <w:r w:rsidR="0073054F" w:rsidRPr="0073054F">
      <w:rPr>
        <w:lang w:eastAsia="en-US"/>
      </w:rPr>
      <w:t>storage area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F26AD"/>
    <w:multiLevelType w:val="multilevel"/>
    <w:tmpl w:val="C69025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2AC50BA6"/>
    <w:multiLevelType w:val="multilevel"/>
    <w:tmpl w:val="17265E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D42D38"/>
    <w:multiLevelType w:val="multilevel"/>
    <w:tmpl w:val="EAEE3F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7CF413D"/>
    <w:multiLevelType w:val="multilevel"/>
    <w:tmpl w:val="046600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11"/>
  </w:num>
  <w:num w:numId="5">
    <w:abstractNumId w:val="7"/>
  </w:num>
  <w:num w:numId="6">
    <w:abstractNumId w:val="4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0A45"/>
    <w:rsid w:val="000014B9"/>
    <w:rsid w:val="00005A15"/>
    <w:rsid w:val="00010759"/>
    <w:rsid w:val="0001108F"/>
    <w:rsid w:val="000115E2"/>
    <w:rsid w:val="000126D0"/>
    <w:rsid w:val="0001296A"/>
    <w:rsid w:val="00014340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77392"/>
    <w:rsid w:val="000870AE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236E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4C83"/>
    <w:rsid w:val="0018546B"/>
    <w:rsid w:val="00187255"/>
    <w:rsid w:val="001A45A7"/>
    <w:rsid w:val="001A6A3E"/>
    <w:rsid w:val="001A7B6D"/>
    <w:rsid w:val="001B34D5"/>
    <w:rsid w:val="001B37E9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47149"/>
    <w:rsid w:val="00253A07"/>
    <w:rsid w:val="00262CA1"/>
    <w:rsid w:val="00262FC3"/>
    <w:rsid w:val="002631F0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2773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21A39"/>
    <w:rsid w:val="00333245"/>
    <w:rsid w:val="00337E82"/>
    <w:rsid w:val="00346FDC"/>
    <w:rsid w:val="00350BB1"/>
    <w:rsid w:val="00352C83"/>
    <w:rsid w:val="00366805"/>
    <w:rsid w:val="0037067D"/>
    <w:rsid w:val="00371BF3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1153"/>
    <w:rsid w:val="003D2E73"/>
    <w:rsid w:val="003D41D2"/>
    <w:rsid w:val="003E72B6"/>
    <w:rsid w:val="003E7BBE"/>
    <w:rsid w:val="004127E3"/>
    <w:rsid w:val="004272A1"/>
    <w:rsid w:val="0043212E"/>
    <w:rsid w:val="00434366"/>
    <w:rsid w:val="00434ECE"/>
    <w:rsid w:val="0043637D"/>
    <w:rsid w:val="00444423"/>
    <w:rsid w:val="0044494C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86D83"/>
    <w:rsid w:val="00587095"/>
    <w:rsid w:val="005A1D70"/>
    <w:rsid w:val="005A3AA5"/>
    <w:rsid w:val="005A6C9C"/>
    <w:rsid w:val="005A74DC"/>
    <w:rsid w:val="005B5146"/>
    <w:rsid w:val="005D1AFD"/>
    <w:rsid w:val="005D1C36"/>
    <w:rsid w:val="005E51E6"/>
    <w:rsid w:val="005F027A"/>
    <w:rsid w:val="005F33CC"/>
    <w:rsid w:val="005F771F"/>
    <w:rsid w:val="00606387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653D"/>
    <w:rsid w:val="00727901"/>
    <w:rsid w:val="0073054F"/>
    <w:rsid w:val="0073075B"/>
    <w:rsid w:val="00731DDF"/>
    <w:rsid w:val="0073404B"/>
    <w:rsid w:val="007341FF"/>
    <w:rsid w:val="007404E9"/>
    <w:rsid w:val="00743929"/>
    <w:rsid w:val="007444CF"/>
    <w:rsid w:val="00752C75"/>
    <w:rsid w:val="00757005"/>
    <w:rsid w:val="00761DBE"/>
    <w:rsid w:val="0076523B"/>
    <w:rsid w:val="00770FC4"/>
    <w:rsid w:val="00771B60"/>
    <w:rsid w:val="00781D77"/>
    <w:rsid w:val="00783549"/>
    <w:rsid w:val="007860B7"/>
    <w:rsid w:val="00786DC8"/>
    <w:rsid w:val="0079223C"/>
    <w:rsid w:val="007A300D"/>
    <w:rsid w:val="007C073C"/>
    <w:rsid w:val="007D5A78"/>
    <w:rsid w:val="007E3BD1"/>
    <w:rsid w:val="007F1563"/>
    <w:rsid w:val="007F1EB2"/>
    <w:rsid w:val="007F44DB"/>
    <w:rsid w:val="007F5A8B"/>
    <w:rsid w:val="0081247C"/>
    <w:rsid w:val="00817D51"/>
    <w:rsid w:val="00823530"/>
    <w:rsid w:val="00823FF4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56D7C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B7D0F"/>
    <w:rsid w:val="008E225E"/>
    <w:rsid w:val="008E260C"/>
    <w:rsid w:val="008E39BE"/>
    <w:rsid w:val="008E62EC"/>
    <w:rsid w:val="008F0322"/>
    <w:rsid w:val="008F32F6"/>
    <w:rsid w:val="00912B96"/>
    <w:rsid w:val="009148D7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A0695B"/>
    <w:rsid w:val="00A13052"/>
    <w:rsid w:val="00A216A8"/>
    <w:rsid w:val="00A223A6"/>
    <w:rsid w:val="00A30D0E"/>
    <w:rsid w:val="00A3639E"/>
    <w:rsid w:val="00A5092E"/>
    <w:rsid w:val="00A53B5E"/>
    <w:rsid w:val="00A554D6"/>
    <w:rsid w:val="00A56E14"/>
    <w:rsid w:val="00A6476B"/>
    <w:rsid w:val="00A7525A"/>
    <w:rsid w:val="00A76C6C"/>
    <w:rsid w:val="00A87356"/>
    <w:rsid w:val="00A92DD1"/>
    <w:rsid w:val="00A954DE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343D"/>
    <w:rsid w:val="00AE42DD"/>
    <w:rsid w:val="00AF0B0F"/>
    <w:rsid w:val="00AF3957"/>
    <w:rsid w:val="00B0127A"/>
    <w:rsid w:val="00B0712C"/>
    <w:rsid w:val="00B12013"/>
    <w:rsid w:val="00B22C67"/>
    <w:rsid w:val="00B3508F"/>
    <w:rsid w:val="00B443EE"/>
    <w:rsid w:val="00B560C8"/>
    <w:rsid w:val="00B5647B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34F66"/>
    <w:rsid w:val="00C578E9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66A7"/>
    <w:rsid w:val="00CB746F"/>
    <w:rsid w:val="00CC1B21"/>
    <w:rsid w:val="00CC451E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50AB1"/>
    <w:rsid w:val="00D54C76"/>
    <w:rsid w:val="00D632BB"/>
    <w:rsid w:val="00D71E43"/>
    <w:rsid w:val="00D727F3"/>
    <w:rsid w:val="00D73695"/>
    <w:rsid w:val="00D810DE"/>
    <w:rsid w:val="00D87D32"/>
    <w:rsid w:val="00D900BE"/>
    <w:rsid w:val="00D91188"/>
    <w:rsid w:val="00D911DD"/>
    <w:rsid w:val="00D92C83"/>
    <w:rsid w:val="00D93082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01F9F"/>
    <w:rsid w:val="00E13197"/>
    <w:rsid w:val="00E14A5E"/>
    <w:rsid w:val="00E17A92"/>
    <w:rsid w:val="00E238E6"/>
    <w:rsid w:val="00E34CD8"/>
    <w:rsid w:val="00E35064"/>
    <w:rsid w:val="00E356C2"/>
    <w:rsid w:val="00E36785"/>
    <w:rsid w:val="00E3681D"/>
    <w:rsid w:val="00E40225"/>
    <w:rsid w:val="00E501F0"/>
    <w:rsid w:val="00E54608"/>
    <w:rsid w:val="00E6166D"/>
    <w:rsid w:val="00E718D1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E042F"/>
    <w:rsid w:val="00EF01F8"/>
    <w:rsid w:val="00EF3268"/>
    <w:rsid w:val="00EF40EF"/>
    <w:rsid w:val="00EF47FE"/>
    <w:rsid w:val="00EF734D"/>
    <w:rsid w:val="00F03512"/>
    <w:rsid w:val="00F069BD"/>
    <w:rsid w:val="00F06DDA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5E8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B0C02"/>
    <w:rsid w:val="00FB232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01434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01434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D50AB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199416d06cc137e8636255aac630d3d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f4940d3b7d64e8e057d171e50d91960f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14E9C31-CCA4-4DBA-8EF8-F77378B6C0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333</TotalTime>
  <Pages>5</Pages>
  <Words>1310</Words>
  <Characters>7473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105</cp:revision>
  <cp:lastPrinted>2016-05-27T05:21:00Z</cp:lastPrinted>
  <dcterms:created xsi:type="dcterms:W3CDTF">2021-08-11T23:10:00Z</dcterms:created>
  <dcterms:modified xsi:type="dcterms:W3CDTF">2021-11-25T07:41:00Z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